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1E014E">
      <w:pPr>
        <w:ind w:firstLine="708"/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243205</wp:posOffset>
                </wp:positionH>
                <wp:positionV relativeFrom="paragraph">
                  <wp:posOffset>319405</wp:posOffset>
                </wp:positionV>
                <wp:extent cx="5613400" cy="1577340"/>
                <wp:effectExtent l="0" t="0" r="25400" b="2286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57734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19.15pt;margin-top:25.15pt;width:442pt;height:124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" filled="f" strokecolor="#76923c [2406]" strokeweight="1pt"/>
            </w:pict>
          </mc:Fallback>
        </mc:AlternateContent>
      </w:r>
      <w:r w:rsidR="001E014E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LA MARELLE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BE4567">
      <w:pPr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BE4567">
      <w:pPr>
        <w:spacing w:after="0"/>
        <w:ind w:left="708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382F6A" w:rsidRDefault="00382F6A" w:rsidP="00BE4567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"marelle" </w:t>
      </w:r>
    </w:p>
    <w:p w:rsidR="00382F6A" w:rsidRDefault="00382F6A" w:rsidP="00BE4567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craies </w:t>
      </w:r>
    </w:p>
    <w:p w:rsidR="00382F6A" w:rsidRDefault="00382F6A" w:rsidP="00BE4567">
      <w:pPr>
        <w:spacing w:after="0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cailloux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E13A19" w:rsidRDefault="00687DE3" w:rsidP="00E13A19">
      <w:pPr>
        <w:spacing w:after="0"/>
        <w:jc w:val="both"/>
        <w:rPr>
          <w:rFonts w:ascii="Arial" w:hAnsi="Arial" w:cs="Arial"/>
        </w:rPr>
      </w:pPr>
    </w:p>
    <w:p w:rsidR="000E4464" w:rsidRPr="00C00058" w:rsidRDefault="000E4464" w:rsidP="00C00058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C00058" w:rsidRDefault="00FD466E" w:rsidP="00C00058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s'agit de compter jusqu'à 10 en éwé</w:t>
      </w:r>
      <w:r w:rsidR="00C00058" w:rsidRPr="00C00058">
        <w:rPr>
          <w:rFonts w:ascii="Arial" w:hAnsi="Arial" w:cs="Arial"/>
          <w:b/>
        </w:rPr>
        <w:t>, une langue parlée au Togo, en jouant à la marelle.</w:t>
      </w:r>
      <w:r w:rsidR="00C00058">
        <w:rPr>
          <w:rFonts w:ascii="Arial" w:hAnsi="Arial" w:cs="Arial"/>
          <w:b/>
        </w:rPr>
        <w:t xml:space="preserve"> Pour gagner à la marelle, l'élève</w:t>
      </w:r>
      <w:r w:rsidR="00C00058" w:rsidRPr="00C00058">
        <w:rPr>
          <w:rFonts w:ascii="Arial" w:hAnsi="Arial" w:cs="Arial"/>
          <w:b/>
        </w:rPr>
        <w:t xml:space="preserve"> doit atteindre </w:t>
      </w:r>
      <w:r w:rsidR="00C00058">
        <w:rPr>
          <w:rFonts w:ascii="Arial" w:hAnsi="Arial" w:cs="Arial"/>
          <w:b/>
        </w:rPr>
        <w:t>avant ses camarades</w:t>
      </w:r>
      <w:r w:rsidR="00C00058" w:rsidRPr="00C00058">
        <w:rPr>
          <w:rFonts w:ascii="Arial" w:hAnsi="Arial" w:cs="Arial"/>
          <w:b/>
        </w:rPr>
        <w:t xml:space="preserve"> la case « ciel » en ayant effectué le parcours complet</w:t>
      </w:r>
      <w:r w:rsidR="00C00058">
        <w:rPr>
          <w:rFonts w:ascii="Arial" w:hAnsi="Arial" w:cs="Arial"/>
          <w:b/>
        </w:rPr>
        <w:t xml:space="preserve">.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1E014E" w:rsidRPr="001E014E" w:rsidRDefault="001E014E" w:rsidP="001E014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E014E">
        <w:rPr>
          <w:rFonts w:ascii="Arial" w:hAnsi="Arial" w:cs="Arial"/>
          <w:b/>
        </w:rPr>
        <w:t>Tracer le dessin qui servira de plateau de jeu en plein air. Marquer à côté de cha</w:t>
      </w:r>
      <w:r w:rsidR="00FD466E">
        <w:rPr>
          <w:rFonts w:ascii="Arial" w:hAnsi="Arial" w:cs="Arial"/>
          <w:b/>
        </w:rPr>
        <w:t>que case le chiffre en éwé</w:t>
      </w:r>
      <w:r w:rsidRPr="001E014E">
        <w:rPr>
          <w:rFonts w:ascii="Arial" w:hAnsi="Arial" w:cs="Arial"/>
          <w:b/>
        </w:rPr>
        <w:t xml:space="preserve">. </w:t>
      </w:r>
      <w:r w:rsidR="00E13A19">
        <w:rPr>
          <w:rFonts w:ascii="Arial" w:hAnsi="Arial" w:cs="Arial"/>
          <w:b/>
        </w:rPr>
        <w:t>(Selon le PDF "marelle"</w:t>
      </w:r>
      <w:r w:rsidRPr="001E014E">
        <w:rPr>
          <w:rFonts w:ascii="Arial" w:hAnsi="Arial" w:cs="Arial"/>
          <w:b/>
        </w:rPr>
        <w:t xml:space="preserve">) </w:t>
      </w:r>
    </w:p>
    <w:p w:rsidR="001E014E" w:rsidRPr="001E014E" w:rsidRDefault="001E014E" w:rsidP="001E014E">
      <w:pPr>
        <w:pStyle w:val="Paragraphedeliste"/>
        <w:jc w:val="both"/>
        <w:rPr>
          <w:rFonts w:ascii="Arial" w:hAnsi="Arial" w:cs="Arial"/>
          <w:b/>
        </w:rPr>
      </w:pPr>
    </w:p>
    <w:p w:rsidR="001E014E" w:rsidRPr="001E014E" w:rsidRDefault="00C00058" w:rsidP="001E014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Chaque élève </w:t>
      </w:r>
      <w:r w:rsidR="001E014E" w:rsidRPr="001E014E">
        <w:rPr>
          <w:rFonts w:ascii="Arial" w:hAnsi="Arial" w:cs="Arial"/>
          <w:b/>
        </w:rPr>
        <w:t xml:space="preserve">démarre la partie sur la case terre </w:t>
      </w:r>
      <w:r w:rsidR="001E014E" w:rsidRPr="001E014E">
        <w:rPr>
          <w:rFonts w:ascii="Arial" w:hAnsi="Arial" w:cs="Arial"/>
          <w:b/>
          <w:u w:val="single"/>
        </w:rPr>
        <w:t>n°1</w:t>
      </w:r>
      <w:r w:rsidR="001E014E" w:rsidRPr="001E014E">
        <w:rPr>
          <w:rFonts w:ascii="Arial" w:hAnsi="Arial" w:cs="Arial"/>
          <w:b/>
        </w:rPr>
        <w:t xml:space="preserve"> et doit lancer son caillou sur la case </w:t>
      </w:r>
      <w:r w:rsidR="001E014E" w:rsidRPr="001E014E">
        <w:rPr>
          <w:rFonts w:ascii="Arial" w:hAnsi="Arial" w:cs="Arial"/>
          <w:b/>
          <w:u w:val="single"/>
        </w:rPr>
        <w:t>n°2</w:t>
      </w:r>
      <w:r>
        <w:rPr>
          <w:rFonts w:ascii="Arial" w:hAnsi="Arial" w:cs="Arial"/>
          <w:b/>
        </w:rPr>
        <w:t xml:space="preserve">. Si l'élève qui a </w:t>
      </w:r>
      <w:r w:rsidR="007830D7">
        <w:rPr>
          <w:rFonts w:ascii="Arial" w:hAnsi="Arial" w:cs="Arial"/>
          <w:b/>
        </w:rPr>
        <w:t>débuté</w:t>
      </w:r>
      <w:r>
        <w:rPr>
          <w:rFonts w:ascii="Arial" w:hAnsi="Arial" w:cs="Arial"/>
          <w:b/>
        </w:rPr>
        <w:t xml:space="preserve"> la partie</w:t>
      </w:r>
      <w:r w:rsidR="001E014E" w:rsidRPr="001E014E">
        <w:rPr>
          <w:rFonts w:ascii="Arial" w:hAnsi="Arial" w:cs="Arial"/>
          <w:b/>
        </w:rPr>
        <w:t xml:space="preserve"> loupe l</w:t>
      </w:r>
      <w:r>
        <w:rPr>
          <w:rFonts w:ascii="Arial" w:hAnsi="Arial" w:cs="Arial"/>
          <w:b/>
        </w:rPr>
        <w:t>a case, c'e</w:t>
      </w:r>
      <w:r w:rsidR="007830D7">
        <w:rPr>
          <w:rFonts w:ascii="Arial" w:hAnsi="Arial" w:cs="Arial"/>
          <w:b/>
        </w:rPr>
        <w:t>st à l'élève qui joue en deuxième</w:t>
      </w:r>
      <w:r w:rsidR="001E014E" w:rsidRPr="001E014E">
        <w:rPr>
          <w:rFonts w:ascii="Arial" w:hAnsi="Arial" w:cs="Arial"/>
          <w:b/>
        </w:rPr>
        <w:t xml:space="preserve"> de lancer son caillou et ainsi de suite.</w:t>
      </w:r>
    </w:p>
    <w:p w:rsidR="001E014E" w:rsidRPr="001E014E" w:rsidRDefault="001E014E" w:rsidP="001E014E">
      <w:pPr>
        <w:pStyle w:val="Paragraphedeliste"/>
        <w:jc w:val="both"/>
        <w:rPr>
          <w:rFonts w:ascii="Arial" w:hAnsi="Arial" w:cs="Arial"/>
          <w:b/>
        </w:rPr>
      </w:pPr>
    </w:p>
    <w:p w:rsidR="001E014E" w:rsidRPr="00E13A19" w:rsidRDefault="007830D7" w:rsidP="00E13A1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</w:t>
      </w:r>
      <w:r w:rsidR="001E014E" w:rsidRPr="001E014E">
        <w:rPr>
          <w:rFonts w:ascii="Arial" w:hAnsi="Arial" w:cs="Arial"/>
          <w:b/>
        </w:rPr>
        <w:t xml:space="preserve"> qui réussit son lancer</w:t>
      </w:r>
      <w:r>
        <w:rPr>
          <w:rFonts w:ascii="Arial" w:hAnsi="Arial" w:cs="Arial"/>
          <w:b/>
        </w:rPr>
        <w:t xml:space="preserve"> en premier</w:t>
      </w:r>
      <w:r w:rsidR="001E014E" w:rsidRPr="001E014E">
        <w:rPr>
          <w:rFonts w:ascii="Arial" w:hAnsi="Arial" w:cs="Arial"/>
          <w:b/>
        </w:rPr>
        <w:t>, commence l</w:t>
      </w:r>
      <w:r>
        <w:rPr>
          <w:rFonts w:ascii="Arial" w:hAnsi="Arial" w:cs="Arial"/>
          <w:b/>
        </w:rPr>
        <w:t>e parcours : l'élève</w:t>
      </w:r>
      <w:r w:rsidR="001E014E" w:rsidRPr="001E014E">
        <w:rPr>
          <w:rFonts w:ascii="Arial" w:hAnsi="Arial" w:cs="Arial"/>
          <w:b/>
        </w:rPr>
        <w:t xml:space="preserve"> saute à cloche-pied par-dessus la case </w:t>
      </w:r>
      <w:r w:rsidR="001E014E" w:rsidRPr="001E014E">
        <w:rPr>
          <w:rFonts w:ascii="Arial" w:hAnsi="Arial" w:cs="Arial"/>
          <w:b/>
          <w:u w:val="single"/>
        </w:rPr>
        <w:t>n°2</w:t>
      </w:r>
      <w:r w:rsidR="001E014E" w:rsidRPr="001E014E">
        <w:rPr>
          <w:rFonts w:ascii="Arial" w:hAnsi="Arial" w:cs="Arial"/>
          <w:b/>
        </w:rPr>
        <w:t xml:space="preserve"> pour atterrir dans la case </w:t>
      </w:r>
      <w:r w:rsidR="001E014E" w:rsidRPr="001E014E">
        <w:rPr>
          <w:rFonts w:ascii="Arial" w:hAnsi="Arial" w:cs="Arial"/>
          <w:b/>
          <w:u w:val="single"/>
        </w:rPr>
        <w:t>n°3</w:t>
      </w:r>
      <w:r w:rsidR="001E014E" w:rsidRPr="001E014E">
        <w:rPr>
          <w:rFonts w:ascii="Arial" w:hAnsi="Arial" w:cs="Arial"/>
          <w:b/>
        </w:rPr>
        <w:t xml:space="preserve">, saute les deux pieds en même temps dans les cases </w:t>
      </w:r>
      <w:r w:rsidR="001E014E" w:rsidRPr="001E014E">
        <w:rPr>
          <w:rFonts w:ascii="Arial" w:hAnsi="Arial" w:cs="Arial"/>
          <w:b/>
          <w:u w:val="single"/>
        </w:rPr>
        <w:t>n°4 et 5</w:t>
      </w:r>
      <w:r w:rsidR="001E014E" w:rsidRPr="001E014E">
        <w:rPr>
          <w:rFonts w:ascii="Arial" w:hAnsi="Arial" w:cs="Arial"/>
          <w:b/>
        </w:rPr>
        <w:t xml:space="preserve"> (pied gauche dans la case </w:t>
      </w:r>
      <w:r w:rsidR="001E014E" w:rsidRPr="001E014E">
        <w:rPr>
          <w:rFonts w:ascii="Arial" w:hAnsi="Arial" w:cs="Arial"/>
          <w:b/>
          <w:u w:val="single"/>
        </w:rPr>
        <w:t>n°4</w:t>
      </w:r>
      <w:r w:rsidR="001E014E" w:rsidRPr="001E014E">
        <w:rPr>
          <w:rFonts w:ascii="Arial" w:hAnsi="Arial" w:cs="Arial"/>
          <w:b/>
        </w:rPr>
        <w:t xml:space="preserve"> et pied droit dans la case </w:t>
      </w:r>
      <w:r w:rsidR="001E014E" w:rsidRPr="001E014E">
        <w:rPr>
          <w:rFonts w:ascii="Arial" w:hAnsi="Arial" w:cs="Arial"/>
          <w:b/>
          <w:u w:val="single"/>
        </w:rPr>
        <w:t>n°5</w:t>
      </w:r>
      <w:r w:rsidR="001E014E" w:rsidRPr="001E014E">
        <w:rPr>
          <w:rFonts w:ascii="Arial" w:hAnsi="Arial" w:cs="Arial"/>
          <w:b/>
        </w:rPr>
        <w:t xml:space="preserve">), saute à cloche-pied dans la case </w:t>
      </w:r>
      <w:r w:rsidR="001E014E" w:rsidRPr="001E014E">
        <w:rPr>
          <w:rFonts w:ascii="Arial" w:hAnsi="Arial" w:cs="Arial"/>
          <w:b/>
          <w:u w:val="single"/>
        </w:rPr>
        <w:t xml:space="preserve">n°6 </w:t>
      </w:r>
      <w:r w:rsidR="001E014E" w:rsidRPr="001E014E">
        <w:rPr>
          <w:rFonts w:ascii="Arial" w:hAnsi="Arial" w:cs="Arial"/>
          <w:b/>
        </w:rPr>
        <w:t xml:space="preserve">, saute à deux pieds en même temps dans les cases </w:t>
      </w:r>
      <w:r w:rsidR="001E014E" w:rsidRPr="001E014E">
        <w:rPr>
          <w:rFonts w:ascii="Arial" w:hAnsi="Arial" w:cs="Arial"/>
          <w:b/>
          <w:u w:val="single"/>
        </w:rPr>
        <w:t>n°7 et 8</w:t>
      </w:r>
      <w:r w:rsidR="001E014E" w:rsidRPr="001E014E">
        <w:rPr>
          <w:rFonts w:ascii="Arial" w:hAnsi="Arial" w:cs="Arial"/>
          <w:b/>
        </w:rPr>
        <w:t xml:space="preserve"> et saute à cloche-pied dans la case </w:t>
      </w:r>
      <w:r w:rsidR="001E014E" w:rsidRPr="001E014E">
        <w:rPr>
          <w:rFonts w:ascii="Arial" w:hAnsi="Arial" w:cs="Arial"/>
          <w:b/>
          <w:u w:val="single"/>
        </w:rPr>
        <w:t>n°9</w:t>
      </w:r>
      <w:r w:rsidR="001E014E" w:rsidRPr="001E014E">
        <w:rPr>
          <w:rFonts w:ascii="Arial" w:hAnsi="Arial" w:cs="Arial"/>
          <w:b/>
        </w:rPr>
        <w:t>. Ensuite, l</w:t>
      </w:r>
      <w:r>
        <w:rPr>
          <w:rFonts w:ascii="Arial" w:hAnsi="Arial" w:cs="Arial"/>
          <w:b/>
        </w:rPr>
        <w:t xml:space="preserve">'élève </w:t>
      </w:r>
      <w:r w:rsidR="001E014E" w:rsidRPr="001E014E">
        <w:rPr>
          <w:rFonts w:ascii="Arial" w:hAnsi="Arial" w:cs="Arial"/>
          <w:b/>
        </w:rPr>
        <w:t xml:space="preserve">saute pour faire demi-tour et fait le même trajet de retour. </w:t>
      </w:r>
      <w:proofErr w:type="spellStart"/>
      <w:r w:rsidR="001E014E" w:rsidRPr="001E014E">
        <w:rPr>
          <w:rFonts w:ascii="Arial" w:hAnsi="Arial" w:cs="Arial"/>
          <w:b/>
        </w:rPr>
        <w:t>Arrivé</w:t>
      </w:r>
      <w:r w:rsidR="0082217A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e</w:t>
      </w:r>
      <w:proofErr w:type="spellEnd"/>
      <w:r w:rsidR="001E014E" w:rsidRPr="001E014E">
        <w:rPr>
          <w:rFonts w:ascii="Arial" w:hAnsi="Arial" w:cs="Arial"/>
          <w:b/>
        </w:rPr>
        <w:t xml:space="preserve"> sur la case </w:t>
      </w:r>
      <w:r w:rsidR="001E014E" w:rsidRPr="001E014E">
        <w:rPr>
          <w:rFonts w:ascii="Arial" w:hAnsi="Arial" w:cs="Arial"/>
          <w:b/>
          <w:u w:val="single"/>
        </w:rPr>
        <w:t>n°3</w:t>
      </w:r>
      <w:r>
        <w:rPr>
          <w:rFonts w:ascii="Arial" w:hAnsi="Arial" w:cs="Arial"/>
          <w:b/>
        </w:rPr>
        <w:t xml:space="preserve">, l'élève </w:t>
      </w:r>
      <w:r w:rsidR="001E014E" w:rsidRPr="001E014E">
        <w:rPr>
          <w:rFonts w:ascii="Arial" w:hAnsi="Arial" w:cs="Arial"/>
          <w:b/>
        </w:rPr>
        <w:t xml:space="preserve">se baisse pour ramasser son caillou puis saute à cloche-pied par-dessus la case </w:t>
      </w:r>
      <w:r w:rsidR="001E014E" w:rsidRPr="001E014E">
        <w:rPr>
          <w:rFonts w:ascii="Arial" w:hAnsi="Arial" w:cs="Arial"/>
          <w:b/>
          <w:u w:val="single"/>
        </w:rPr>
        <w:t>n°2</w:t>
      </w:r>
      <w:r w:rsidR="001E014E" w:rsidRPr="001E014E">
        <w:rPr>
          <w:rFonts w:ascii="Arial" w:hAnsi="Arial" w:cs="Arial"/>
          <w:b/>
        </w:rPr>
        <w:t xml:space="preserve"> pour arriver à la terre. </w:t>
      </w:r>
    </w:p>
    <w:p w:rsidR="00E13A19" w:rsidRPr="00E13A19" w:rsidRDefault="001E014E" w:rsidP="00BE4567">
      <w:pPr>
        <w:ind w:left="644"/>
        <w:jc w:val="both"/>
        <w:rPr>
          <w:rFonts w:ascii="Arial" w:hAnsi="Arial" w:cs="Arial"/>
          <w:b/>
        </w:rPr>
      </w:pPr>
      <w:r w:rsidRPr="001E014E">
        <w:rPr>
          <w:rFonts w:ascii="Arial" w:hAnsi="Arial" w:cs="Arial"/>
          <w:b/>
        </w:rPr>
        <w:t>Obligatoire : avant de sauter</w:t>
      </w:r>
      <w:r w:rsidR="007830D7">
        <w:rPr>
          <w:rFonts w:ascii="Arial" w:hAnsi="Arial" w:cs="Arial"/>
          <w:b/>
        </w:rPr>
        <w:t xml:space="preserve">, l'élève </w:t>
      </w:r>
      <w:r w:rsidRPr="001E014E">
        <w:rPr>
          <w:rFonts w:ascii="Arial" w:hAnsi="Arial" w:cs="Arial"/>
          <w:b/>
        </w:rPr>
        <w:t xml:space="preserve">doit prononcer le chiffre de la prochaine case où il doit atterrir </w:t>
      </w:r>
      <w:r w:rsidR="00FD466E">
        <w:rPr>
          <w:rFonts w:ascii="Arial" w:hAnsi="Arial" w:cs="Arial"/>
          <w:b/>
        </w:rPr>
        <w:t>en éwé</w:t>
      </w:r>
      <w:r w:rsidR="007830D7">
        <w:rPr>
          <w:rFonts w:ascii="Arial" w:hAnsi="Arial" w:cs="Arial"/>
          <w:b/>
        </w:rPr>
        <w:t>. Pour cela, il suffit à l'élève de regarder</w:t>
      </w:r>
      <w:r w:rsidR="00E13A19">
        <w:rPr>
          <w:rFonts w:ascii="Arial" w:hAnsi="Arial" w:cs="Arial"/>
          <w:b/>
        </w:rPr>
        <w:t xml:space="preserve"> les mots écrits par terre. </w:t>
      </w:r>
    </w:p>
    <w:p w:rsidR="001E014E" w:rsidRPr="00BE4567" w:rsidRDefault="007830D7" w:rsidP="00BE456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l'élève</w:t>
      </w:r>
      <w:r w:rsidR="001E014E" w:rsidRPr="001E014E">
        <w:rPr>
          <w:rFonts w:ascii="Arial" w:hAnsi="Arial" w:cs="Arial"/>
          <w:b/>
        </w:rPr>
        <w:t xml:space="preserve"> eff</w:t>
      </w:r>
      <w:r>
        <w:rPr>
          <w:rFonts w:ascii="Arial" w:hAnsi="Arial" w:cs="Arial"/>
          <w:b/>
        </w:rPr>
        <w:t>ectue</w:t>
      </w:r>
      <w:r w:rsidR="00FD466E">
        <w:rPr>
          <w:rFonts w:ascii="Arial" w:hAnsi="Arial" w:cs="Arial"/>
          <w:b/>
        </w:rPr>
        <w:t xml:space="preserve"> le parcours sans faute, il ou elle</w:t>
      </w:r>
      <w:r w:rsidR="001E014E" w:rsidRPr="001E014E">
        <w:rPr>
          <w:rFonts w:ascii="Arial" w:hAnsi="Arial" w:cs="Arial"/>
          <w:b/>
        </w:rPr>
        <w:t xml:space="preserve"> recommence en lançant son caillou sur la case </w:t>
      </w:r>
      <w:r w:rsidR="001E014E" w:rsidRPr="001E014E">
        <w:rPr>
          <w:rFonts w:ascii="Arial" w:hAnsi="Arial" w:cs="Arial"/>
          <w:b/>
          <w:u w:val="single"/>
        </w:rPr>
        <w:t>n°3</w:t>
      </w:r>
      <w:r w:rsidR="001E014E" w:rsidRPr="001E014E">
        <w:rPr>
          <w:rFonts w:ascii="Arial" w:hAnsi="Arial" w:cs="Arial"/>
          <w:b/>
        </w:rPr>
        <w:t xml:space="preserve"> et refait le parcours en sautant cette fois par-dessus la case </w:t>
      </w:r>
      <w:r w:rsidR="001E014E" w:rsidRPr="001E014E">
        <w:rPr>
          <w:rFonts w:ascii="Arial" w:hAnsi="Arial" w:cs="Arial"/>
          <w:b/>
          <w:u w:val="single"/>
        </w:rPr>
        <w:t>n°3</w:t>
      </w:r>
      <w:r w:rsidR="001E014E" w:rsidRPr="001E014E">
        <w:rPr>
          <w:rFonts w:ascii="Arial" w:hAnsi="Arial" w:cs="Arial"/>
          <w:b/>
        </w:rPr>
        <w:t xml:space="preserve"> et en s'arrêtant sur les cases </w:t>
      </w:r>
      <w:r w:rsidR="001E014E" w:rsidRPr="001E014E">
        <w:rPr>
          <w:rFonts w:ascii="Arial" w:hAnsi="Arial" w:cs="Arial"/>
          <w:b/>
          <w:u w:val="single"/>
        </w:rPr>
        <w:t>n°4 et 5</w:t>
      </w:r>
      <w:r w:rsidR="001E014E" w:rsidRPr="001E014E">
        <w:rPr>
          <w:rFonts w:ascii="Arial" w:hAnsi="Arial" w:cs="Arial"/>
          <w:b/>
        </w:rPr>
        <w:t xml:space="preserve"> pour récupérer son caillou. Et ainsi de </w:t>
      </w:r>
      <w:r>
        <w:rPr>
          <w:rFonts w:ascii="Arial" w:hAnsi="Arial" w:cs="Arial"/>
          <w:b/>
        </w:rPr>
        <w:t>suite jusqu'au ciel où l'élève</w:t>
      </w:r>
      <w:r w:rsidR="001E014E" w:rsidRPr="001E014E">
        <w:rPr>
          <w:rFonts w:ascii="Arial" w:hAnsi="Arial" w:cs="Arial"/>
          <w:b/>
        </w:rPr>
        <w:t xml:space="preserve"> lancera son caillou dans la case ciel </w:t>
      </w:r>
      <w:r w:rsidR="001E014E" w:rsidRPr="001E014E">
        <w:rPr>
          <w:rFonts w:ascii="Arial" w:hAnsi="Arial" w:cs="Arial"/>
          <w:b/>
          <w:u w:val="single"/>
        </w:rPr>
        <w:t>n°10</w:t>
      </w:r>
      <w:r w:rsidR="001E014E" w:rsidRPr="001E014E">
        <w:rPr>
          <w:rFonts w:ascii="Arial" w:hAnsi="Arial" w:cs="Arial"/>
          <w:b/>
        </w:rPr>
        <w:t xml:space="preserve"> pour faire le</w:t>
      </w:r>
      <w:r>
        <w:rPr>
          <w:rFonts w:ascii="Arial" w:hAnsi="Arial" w:cs="Arial"/>
          <w:b/>
        </w:rPr>
        <w:t xml:space="preserve"> parcours une dernière fois. L'élève qui parvient en premier </w:t>
      </w:r>
      <w:r w:rsidR="001E014E" w:rsidRPr="001E014E">
        <w:rPr>
          <w:rFonts w:ascii="Arial" w:hAnsi="Arial" w:cs="Arial"/>
          <w:b/>
        </w:rPr>
        <w:t>à effectuer le parcou</w:t>
      </w:r>
      <w:r w:rsidR="00BE4567">
        <w:rPr>
          <w:rFonts w:ascii="Arial" w:hAnsi="Arial" w:cs="Arial"/>
          <w:b/>
        </w:rPr>
        <w:t>rs au complet gagne la partie.</w:t>
      </w:r>
    </w:p>
    <w:p w:rsidR="00837771" w:rsidRPr="00BE4567" w:rsidRDefault="00AE1A84" w:rsidP="00BE4567">
      <w:pPr>
        <w:ind w:left="6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/!\ </w:t>
      </w:r>
      <w:r w:rsidR="001E014E" w:rsidRPr="007830D7">
        <w:rPr>
          <w:rFonts w:ascii="Arial" w:hAnsi="Arial" w:cs="Arial"/>
          <w:b/>
        </w:rPr>
        <w:t xml:space="preserve">Les fautes : marcher sur les traits des cases où </w:t>
      </w:r>
      <w:r>
        <w:rPr>
          <w:rFonts w:ascii="Arial" w:hAnsi="Arial" w:cs="Arial"/>
          <w:b/>
        </w:rPr>
        <w:t>l'</w:t>
      </w:r>
      <w:r w:rsidR="001E014E" w:rsidRPr="007830D7">
        <w:rPr>
          <w:rFonts w:ascii="Arial" w:hAnsi="Arial" w:cs="Arial"/>
          <w:b/>
        </w:rPr>
        <w:t>on s'arrête, poser les deux pieds par terre en dehors des cases doubles, poser les de</w:t>
      </w:r>
      <w:r w:rsidR="00FD466E">
        <w:rPr>
          <w:rFonts w:ascii="Arial" w:hAnsi="Arial" w:cs="Arial"/>
          <w:b/>
        </w:rPr>
        <w:t>ux pieds dans une case simple ou</w:t>
      </w:r>
      <w:r w:rsidR="001E014E" w:rsidRPr="007830D7">
        <w:rPr>
          <w:rFonts w:ascii="Arial" w:hAnsi="Arial" w:cs="Arial"/>
          <w:b/>
        </w:rPr>
        <w:t xml:space="preserve"> louper s</w:t>
      </w:r>
      <w:r w:rsidR="007830D7">
        <w:rPr>
          <w:rFonts w:ascii="Arial" w:hAnsi="Arial" w:cs="Arial"/>
          <w:b/>
        </w:rPr>
        <w:t xml:space="preserve">on lancer de caillou. L'élève </w:t>
      </w:r>
      <w:r w:rsidR="00FD466E">
        <w:rPr>
          <w:rFonts w:ascii="Arial" w:hAnsi="Arial" w:cs="Arial"/>
          <w:b/>
        </w:rPr>
        <w:t>qui comme</w:t>
      </w:r>
      <w:bookmarkStart w:id="0" w:name="_GoBack"/>
      <w:bookmarkEnd w:id="0"/>
      <w:r w:rsidR="001E014E" w:rsidRPr="007830D7">
        <w:rPr>
          <w:rFonts w:ascii="Arial" w:hAnsi="Arial" w:cs="Arial"/>
          <w:b/>
        </w:rPr>
        <w:t xml:space="preserve">t une de ces fautes devra passer son tour et recommencer son parcours depuis la case terre </w:t>
      </w:r>
      <w:r w:rsidR="001E014E" w:rsidRPr="007830D7">
        <w:rPr>
          <w:rFonts w:ascii="Arial" w:hAnsi="Arial" w:cs="Arial"/>
          <w:b/>
          <w:u w:val="single"/>
        </w:rPr>
        <w:t>n°1</w:t>
      </w:r>
      <w:r w:rsidR="007830D7">
        <w:rPr>
          <w:rFonts w:ascii="Arial" w:hAnsi="Arial" w:cs="Arial"/>
          <w:b/>
        </w:rPr>
        <w:t>. Exemple : l'élève</w:t>
      </w:r>
      <w:r w:rsidR="001E014E" w:rsidRPr="007830D7">
        <w:rPr>
          <w:rFonts w:ascii="Arial" w:hAnsi="Arial" w:cs="Arial"/>
          <w:b/>
        </w:rPr>
        <w:t xml:space="preserve"> a son caillou en case </w:t>
      </w:r>
      <w:r w:rsidR="001E014E" w:rsidRPr="007830D7">
        <w:rPr>
          <w:rFonts w:ascii="Arial" w:hAnsi="Arial" w:cs="Arial"/>
          <w:b/>
          <w:u w:val="single"/>
        </w:rPr>
        <w:t>n°3</w:t>
      </w:r>
      <w:r w:rsidR="001E014E" w:rsidRPr="007830D7">
        <w:rPr>
          <w:rFonts w:ascii="Arial" w:hAnsi="Arial" w:cs="Arial"/>
          <w:b/>
        </w:rPr>
        <w:t xml:space="preserve"> et pose ses deux pieds en case </w:t>
      </w:r>
      <w:r w:rsidR="001E014E" w:rsidRPr="007830D7">
        <w:rPr>
          <w:rFonts w:ascii="Arial" w:hAnsi="Arial" w:cs="Arial"/>
          <w:b/>
          <w:u w:val="single"/>
        </w:rPr>
        <w:t>n°9</w:t>
      </w:r>
      <w:r>
        <w:rPr>
          <w:rFonts w:ascii="Arial" w:hAnsi="Arial" w:cs="Arial"/>
          <w:b/>
        </w:rPr>
        <w:t>, l'élève passe alors</w:t>
      </w:r>
      <w:r w:rsidR="001E014E" w:rsidRPr="007830D7">
        <w:rPr>
          <w:rFonts w:ascii="Arial" w:hAnsi="Arial" w:cs="Arial"/>
          <w:b/>
        </w:rPr>
        <w:t xml:space="preserve"> son tour et revient à la case terre </w:t>
      </w:r>
      <w:r w:rsidR="001E014E" w:rsidRPr="007830D7">
        <w:rPr>
          <w:rFonts w:ascii="Arial" w:hAnsi="Arial" w:cs="Arial"/>
          <w:b/>
          <w:u w:val="single"/>
        </w:rPr>
        <w:t>n°1</w:t>
      </w:r>
      <w:r w:rsidR="001E014E" w:rsidRPr="007830D7">
        <w:rPr>
          <w:rFonts w:ascii="Arial" w:hAnsi="Arial" w:cs="Arial"/>
          <w:b/>
        </w:rPr>
        <w:t xml:space="preserve"> en laissant son caillou en case </w:t>
      </w:r>
      <w:r w:rsidR="001E014E" w:rsidRPr="007830D7">
        <w:rPr>
          <w:rFonts w:ascii="Arial" w:hAnsi="Arial" w:cs="Arial"/>
          <w:b/>
          <w:u w:val="single"/>
        </w:rPr>
        <w:t>n°3</w:t>
      </w:r>
      <w:r w:rsidR="001E014E" w:rsidRPr="007830D7">
        <w:rPr>
          <w:rFonts w:ascii="Arial" w:hAnsi="Arial" w:cs="Arial"/>
          <w:b/>
        </w:rPr>
        <w:t xml:space="preserve"> pour recommencer son parcours lors de son prochain tour. </w:t>
      </w:r>
    </w:p>
    <w:sectPr w:rsidR="00837771" w:rsidRPr="00BE456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68" w:rsidRDefault="00050B68" w:rsidP="00687DE3">
      <w:pPr>
        <w:spacing w:after="0" w:line="240" w:lineRule="auto"/>
      </w:pPr>
      <w:r>
        <w:separator/>
      </w:r>
    </w:p>
  </w:endnote>
  <w:endnote w:type="continuationSeparator" w:id="0">
    <w:p w:rsidR="00050B68" w:rsidRDefault="00050B68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68" w:rsidRDefault="00050B68" w:rsidP="00687DE3">
      <w:pPr>
        <w:spacing w:after="0" w:line="240" w:lineRule="auto"/>
      </w:pPr>
      <w:r>
        <w:separator/>
      </w:r>
    </w:p>
  </w:footnote>
  <w:footnote w:type="continuationSeparator" w:id="0">
    <w:p w:rsidR="00050B68" w:rsidRDefault="00050B68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50B68"/>
    <w:rsid w:val="000E4464"/>
    <w:rsid w:val="00177EC9"/>
    <w:rsid w:val="001A4A00"/>
    <w:rsid w:val="001E014E"/>
    <w:rsid w:val="00382F6A"/>
    <w:rsid w:val="003F707B"/>
    <w:rsid w:val="004163C9"/>
    <w:rsid w:val="004A3EDD"/>
    <w:rsid w:val="004B3F3D"/>
    <w:rsid w:val="00507F03"/>
    <w:rsid w:val="00687DE3"/>
    <w:rsid w:val="007830D7"/>
    <w:rsid w:val="007D5C21"/>
    <w:rsid w:val="0082217A"/>
    <w:rsid w:val="00837771"/>
    <w:rsid w:val="00AE1A84"/>
    <w:rsid w:val="00B431DF"/>
    <w:rsid w:val="00BE4567"/>
    <w:rsid w:val="00C00058"/>
    <w:rsid w:val="00C113DD"/>
    <w:rsid w:val="00C45E62"/>
    <w:rsid w:val="00D61C79"/>
    <w:rsid w:val="00DF5E50"/>
    <w:rsid w:val="00E13A19"/>
    <w:rsid w:val="00ED1CE6"/>
    <w:rsid w:val="00FD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B7EBEC54.dotm</Template>
  <TotalTime>3</TotalTime>
  <Pages>2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2019-07-19T09:52:00Z</dcterms:created>
  <dcterms:modified xsi:type="dcterms:W3CDTF">2019-07-26T14:00:00Z</dcterms:modified>
</cp:coreProperties>
</file>